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E5B23" w14:textId="77777777" w:rsidR="00993BBE" w:rsidRDefault="00993BBE" w:rsidP="00993BB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3ACB35DE" w14:textId="77777777" w:rsidR="00993BBE" w:rsidRDefault="00993BBE" w:rsidP="00993B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DE4B8F" w14:textId="07C93783" w:rsidR="00993BBE" w:rsidRDefault="00993BBE" w:rsidP="00993B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9F29FF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9F29FF">
        <w:rPr>
          <w:rFonts w:ascii="Corbel" w:hAnsi="Corbel"/>
          <w:b/>
          <w:smallCaps/>
          <w:sz w:val="24"/>
          <w:szCs w:val="24"/>
        </w:rPr>
        <w:t>8</w:t>
      </w:r>
    </w:p>
    <w:p w14:paraId="0B05727C" w14:textId="77777777" w:rsidR="00993BBE" w:rsidRDefault="00993BBE" w:rsidP="00993BB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7DA6B1B" w14:textId="5F35F620" w:rsidR="00993BBE" w:rsidRDefault="00993BBE" w:rsidP="00993BBE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F29FF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F29FF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BFD89E" w14:textId="77777777" w:rsidTr="009F29F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B2DD88" w14:textId="77777777" w:rsidR="0085747A" w:rsidRPr="009C54AE" w:rsidRDefault="00E014A6" w:rsidP="6369D76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369D767">
              <w:rPr>
                <w:rFonts w:ascii="Corbel" w:hAnsi="Corbel"/>
                <w:bCs/>
                <w:sz w:val="24"/>
                <w:szCs w:val="24"/>
              </w:rPr>
              <w:t>Rywalizacja mocarstw w XIX i XX wieku</w:t>
            </w:r>
          </w:p>
        </w:tc>
      </w:tr>
      <w:tr w:rsidR="0085747A" w:rsidRPr="009C54AE" w14:paraId="63138531" w14:textId="77777777" w:rsidTr="009F29F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B63AF8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MK_52</w:t>
            </w:r>
          </w:p>
        </w:tc>
      </w:tr>
      <w:tr w:rsidR="009F29FF" w:rsidRPr="009C54AE" w14:paraId="5C0172EC" w14:textId="77777777" w:rsidTr="009F29FF">
        <w:tc>
          <w:tcPr>
            <w:tcW w:w="2694" w:type="dxa"/>
            <w:vAlign w:val="center"/>
          </w:tcPr>
          <w:p w14:paraId="249A5C16" w14:textId="77777777" w:rsidR="009F29FF" w:rsidRPr="009C54AE" w:rsidRDefault="009F29FF" w:rsidP="009F29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309390C4" w:rsidR="009F29FF" w:rsidRPr="009F29FF" w:rsidRDefault="009F29FF" w:rsidP="009F2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29FF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9F29FF" w:rsidRPr="009C54AE" w14:paraId="4FEDF307" w14:textId="77777777" w:rsidTr="009F29FF">
        <w:tc>
          <w:tcPr>
            <w:tcW w:w="2694" w:type="dxa"/>
            <w:vAlign w:val="center"/>
          </w:tcPr>
          <w:p w14:paraId="0A39E105" w14:textId="77777777" w:rsidR="009F29FF" w:rsidRPr="009C54AE" w:rsidRDefault="009F29FF" w:rsidP="009F2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4018FE6C" w:rsidR="009F29FF" w:rsidRPr="009F29FF" w:rsidRDefault="009F29FF" w:rsidP="009F2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29FF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9F29F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009F29F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009F29F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8E4151E" w14:textId="77777777" w:rsidTr="009F29F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6679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F25F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6E115D0" w14:textId="77777777" w:rsidTr="009F29F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F1F137" w14:textId="20E80B2D" w:rsidR="0085747A" w:rsidRPr="009C54AE" w:rsidRDefault="00E014A6" w:rsidP="6369D7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369D767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2FC61CCE" w:rsidRPr="6369D767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6369D767">
              <w:rPr>
                <w:rFonts w:ascii="Corbel" w:hAnsi="Corbel"/>
                <w:b w:val="0"/>
                <w:sz w:val="24"/>
                <w:szCs w:val="24"/>
              </w:rPr>
              <w:t xml:space="preserve">IV </w:t>
            </w:r>
          </w:p>
        </w:tc>
      </w:tr>
      <w:tr w:rsidR="0085747A" w:rsidRPr="009C54AE" w14:paraId="1F36C07E" w14:textId="77777777" w:rsidTr="009F29F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6EA4C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2786482B" w14:textId="77777777" w:rsidTr="009F29F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E014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ACE3D48" w14:textId="77777777" w:rsidTr="009F29F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612D5" w14:textId="77777777" w:rsidR="0085747A" w:rsidRPr="009C54AE" w:rsidRDefault="00CF2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E014A6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F25FC" w:rsidRPr="009C54AE" w14:paraId="7C3D8AAA" w14:textId="77777777" w:rsidTr="009F29FF">
        <w:tc>
          <w:tcPr>
            <w:tcW w:w="2694" w:type="dxa"/>
            <w:vAlign w:val="center"/>
          </w:tcPr>
          <w:p w14:paraId="471FE442" w14:textId="77777777" w:rsidR="00CF25FC" w:rsidRPr="009C54AE" w:rsidRDefault="00CF25FC" w:rsidP="00CF25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A769AC" w14:textId="77777777" w:rsidR="00CF25FC" w:rsidRPr="009C54AE" w:rsidRDefault="00CF25FC" w:rsidP="00CF25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</w:tbl>
    <w:p w14:paraId="4DE066A3" w14:textId="399613C1" w:rsidR="0085747A" w:rsidRPr="009C54AE" w:rsidRDefault="0085747A" w:rsidP="6369D76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369D767">
        <w:rPr>
          <w:rFonts w:ascii="Corbel" w:hAnsi="Corbel"/>
          <w:sz w:val="24"/>
          <w:szCs w:val="24"/>
        </w:rPr>
        <w:t xml:space="preserve">* </w:t>
      </w:r>
      <w:r w:rsidRPr="6369D767">
        <w:rPr>
          <w:rFonts w:ascii="Corbel" w:hAnsi="Corbel"/>
          <w:i/>
          <w:iCs/>
          <w:sz w:val="24"/>
          <w:szCs w:val="24"/>
        </w:rPr>
        <w:t>-</w:t>
      </w:r>
      <w:r w:rsidR="00B90885" w:rsidRPr="6369D767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369D767">
        <w:rPr>
          <w:rFonts w:ascii="Corbel" w:hAnsi="Corbel"/>
          <w:b w:val="0"/>
          <w:sz w:val="24"/>
          <w:szCs w:val="24"/>
        </w:rPr>
        <w:t>e,</w:t>
      </w:r>
      <w:r w:rsidR="0BF302CB" w:rsidRPr="6369D767">
        <w:rPr>
          <w:rFonts w:ascii="Corbel" w:hAnsi="Corbel"/>
          <w:b w:val="0"/>
          <w:sz w:val="24"/>
          <w:szCs w:val="24"/>
        </w:rPr>
        <w:t xml:space="preserve"> </w:t>
      </w:r>
      <w:r w:rsidRPr="6369D767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369D767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15"/>
        <w:gridCol w:w="810"/>
        <w:gridCol w:w="975"/>
        <w:gridCol w:w="795"/>
        <w:gridCol w:w="840"/>
        <w:gridCol w:w="675"/>
        <w:gridCol w:w="885"/>
        <w:gridCol w:w="1013"/>
        <w:gridCol w:w="1505"/>
      </w:tblGrid>
      <w:tr w:rsidR="00015B8F" w:rsidRPr="009C54AE" w14:paraId="4A00F406" w14:textId="77777777" w:rsidTr="6369D767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91B62A" w14:textId="77777777" w:rsidTr="6369D767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BD8D" w14:textId="77777777" w:rsidR="00015B8F" w:rsidRPr="009C54AE" w:rsidRDefault="00E014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6679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014A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1A009675" w:rsidR="00015B8F" w:rsidRPr="009C54AE" w:rsidRDefault="00E014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369D767"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6369D767">
        <w:rPr>
          <w:rFonts w:ascii="Corbel" w:hAnsi="Corbel"/>
          <w:smallCaps w:val="0"/>
        </w:rPr>
        <w:t>1.</w:t>
      </w:r>
      <w:r w:rsidR="00E22FBC" w:rsidRPr="6369D767">
        <w:rPr>
          <w:rFonts w:ascii="Corbel" w:hAnsi="Corbel"/>
          <w:smallCaps w:val="0"/>
        </w:rPr>
        <w:t>2</w:t>
      </w:r>
      <w:r w:rsidR="00F83B28" w:rsidRPr="6369D767">
        <w:rPr>
          <w:rFonts w:ascii="Corbel" w:hAnsi="Corbel"/>
          <w:smallCaps w:val="0"/>
        </w:rPr>
        <w:t>.</w:t>
      </w:r>
      <w:r>
        <w:tab/>
      </w:r>
      <w:r w:rsidRPr="6369D767">
        <w:rPr>
          <w:rFonts w:ascii="Corbel" w:hAnsi="Corbel"/>
          <w:smallCaps w:val="0"/>
        </w:rPr>
        <w:t xml:space="preserve">Sposób realizacji zajęć  </w:t>
      </w:r>
    </w:p>
    <w:p w14:paraId="05A7CBC8" w14:textId="31103064" w:rsidR="6369D767" w:rsidRDefault="6369D767" w:rsidP="6369D767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642E2D71" w14:textId="77777777" w:rsidR="0085747A" w:rsidRPr="00CF25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CF25FC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CF25FC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  <w:r w:rsidR="00E014A6" w:rsidRPr="00CF25FC">
        <w:rPr>
          <w:rFonts w:ascii="Corbel" w:hAnsi="Corbel"/>
          <w:b w:val="0"/>
          <w:smallCaps w:val="0"/>
          <w:szCs w:val="24"/>
          <w:u w:val="single"/>
        </w:rPr>
        <w:t>(tak)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0421C4C0" w:rsidR="00E22FBC" w:rsidRPr="009C54AE" w:rsidRDefault="00E22FBC" w:rsidP="7AED1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AED129F">
        <w:rPr>
          <w:rFonts w:ascii="Corbel" w:hAnsi="Corbel"/>
          <w:smallCaps w:val="0"/>
        </w:rPr>
        <w:t xml:space="preserve">1.3 </w:t>
      </w:r>
      <w:r>
        <w:tab/>
      </w:r>
      <w:r w:rsidRPr="7AED129F">
        <w:rPr>
          <w:rFonts w:ascii="Corbel" w:hAnsi="Corbel"/>
          <w:smallCaps w:val="0"/>
        </w:rPr>
        <w:t>For</w:t>
      </w:r>
      <w:r w:rsidR="00445970" w:rsidRPr="7AED129F">
        <w:rPr>
          <w:rFonts w:ascii="Corbel" w:hAnsi="Corbel"/>
          <w:smallCaps w:val="0"/>
        </w:rPr>
        <w:t>ma zaliczenia przedmiotu</w:t>
      </w:r>
      <w:r w:rsidRPr="7AED129F">
        <w:rPr>
          <w:rFonts w:ascii="Corbel" w:hAnsi="Corbel"/>
          <w:smallCaps w:val="0"/>
        </w:rPr>
        <w:t xml:space="preserve"> (z toku) </w:t>
      </w:r>
      <w:r w:rsidRPr="7AED129F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9C54AE" w:rsidRDefault="00E014A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F8C22" w14:textId="5A6AB029" w:rsidR="6369D767" w:rsidRDefault="6369D767" w:rsidP="6369D767">
      <w:pPr>
        <w:pStyle w:val="Punktygwne"/>
        <w:spacing w:before="0" w:after="0"/>
        <w:rPr>
          <w:rFonts w:ascii="Corbel" w:hAnsi="Corbel"/>
        </w:rPr>
      </w:pPr>
    </w:p>
    <w:p w14:paraId="43F2951A" w14:textId="5436E988" w:rsidR="6369D767" w:rsidRDefault="6369D767" w:rsidP="6369D767">
      <w:pPr>
        <w:pStyle w:val="Punktygwne"/>
        <w:spacing w:before="0" w:after="0"/>
        <w:rPr>
          <w:rFonts w:ascii="Corbel" w:hAnsi="Corbel"/>
        </w:rPr>
      </w:pPr>
    </w:p>
    <w:p w14:paraId="4DA0DAF6" w14:textId="6C872C5F" w:rsidR="6369D767" w:rsidRDefault="6369D767" w:rsidP="6369D767">
      <w:pPr>
        <w:pStyle w:val="Punktygwne"/>
        <w:spacing w:before="0" w:after="0"/>
        <w:rPr>
          <w:rFonts w:ascii="Corbel" w:hAnsi="Corbel"/>
        </w:rPr>
      </w:pPr>
    </w:p>
    <w:p w14:paraId="0DED5D50" w14:textId="4D9861EF" w:rsidR="6369D767" w:rsidRDefault="6369D767" w:rsidP="6369D767">
      <w:pPr>
        <w:pStyle w:val="Punktygwne"/>
        <w:spacing w:before="0" w:after="0"/>
        <w:rPr>
          <w:rFonts w:ascii="Corbel" w:hAnsi="Corbel"/>
        </w:rPr>
      </w:pPr>
    </w:p>
    <w:p w14:paraId="09530F50" w14:textId="68D61C6C" w:rsidR="6369D767" w:rsidRDefault="6369D767" w:rsidP="6369D767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6369D767">
        <w:rPr>
          <w:rFonts w:ascii="Corbel" w:hAnsi="Corbel"/>
        </w:rPr>
        <w:t xml:space="preserve">2.Wymagania wstępne </w:t>
      </w:r>
    </w:p>
    <w:p w14:paraId="740C2FB9" w14:textId="79D8478B" w:rsidR="6369D767" w:rsidRDefault="6369D767" w:rsidP="6369D767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16AE5AA" w14:textId="77777777" w:rsidTr="7AED129F">
        <w:tc>
          <w:tcPr>
            <w:tcW w:w="9670" w:type="dxa"/>
          </w:tcPr>
          <w:p w14:paraId="0FB78278" w14:textId="7CAEC12E" w:rsidR="0085747A" w:rsidRPr="009C54AE" w:rsidRDefault="00E014A6" w:rsidP="7AED12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AED129F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posiadać wiedzę dotyczącą historii współczesnej i najnowszej na poziomie ukończonego liceum. Student rozumie podstawowe zależności w dziedzinie relacji międzynarodowych</w:t>
            </w:r>
          </w:p>
        </w:tc>
      </w:tr>
    </w:tbl>
    <w:p w14:paraId="1FC3994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04F6A960" w:rsidR="0085747A" w:rsidRPr="00C05F44" w:rsidRDefault="0071620A" w:rsidP="7AED129F">
      <w:pPr>
        <w:pStyle w:val="Punktygwne"/>
        <w:spacing w:before="0" w:after="0"/>
        <w:rPr>
          <w:rFonts w:ascii="Corbel" w:hAnsi="Corbel"/>
        </w:rPr>
      </w:pPr>
      <w:r w:rsidRPr="7AED129F">
        <w:rPr>
          <w:rFonts w:ascii="Corbel" w:hAnsi="Corbel"/>
        </w:rPr>
        <w:t>3.</w:t>
      </w:r>
      <w:r w:rsidR="00A84C85" w:rsidRPr="7AED129F">
        <w:rPr>
          <w:rFonts w:ascii="Corbel" w:hAnsi="Corbel"/>
        </w:rPr>
        <w:t>cele, efekty uczenia się</w:t>
      </w:r>
      <w:r w:rsidR="0085747A" w:rsidRPr="7AED129F">
        <w:rPr>
          <w:rFonts w:ascii="Corbel" w:hAnsi="Corbel"/>
        </w:rPr>
        <w:t>, treści Programowe i stosowane metody Dydaktyczne</w:t>
      </w:r>
    </w:p>
    <w:p w14:paraId="0562CB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4CE0A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94E22E" w14:textId="77777777" w:rsidTr="7AED129F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73CE98" w14:textId="6249E29E" w:rsidR="0085747A" w:rsidRPr="009C54AE" w:rsidRDefault="003F7D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AED129F">
              <w:rPr>
                <w:rFonts w:ascii="Corbel" w:hAnsi="Corbel"/>
                <w:b w:val="0"/>
                <w:sz w:val="24"/>
                <w:szCs w:val="24"/>
              </w:rPr>
              <w:t>Zapoznanie się z wiedzą na temat historii rywalizacji mocarstw światowych w XIX i XX wieku</w:t>
            </w:r>
          </w:p>
        </w:tc>
      </w:tr>
      <w:tr w:rsidR="0085747A" w:rsidRPr="009C54AE" w14:paraId="3B289F5F" w14:textId="77777777" w:rsidTr="7AED129F">
        <w:tc>
          <w:tcPr>
            <w:tcW w:w="851" w:type="dxa"/>
            <w:vAlign w:val="center"/>
          </w:tcPr>
          <w:p w14:paraId="550CF7E8" w14:textId="77777777" w:rsidR="0085747A" w:rsidRPr="009C54AE" w:rsidRDefault="003F7D1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90AEC7" w14:textId="77777777" w:rsidR="0085747A" w:rsidRPr="009C54AE" w:rsidRDefault="003F7D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z wiedzą na temat wpływu dotychczasowej rywalizacji </w:t>
            </w:r>
            <w:r w:rsidR="00E86A9A">
              <w:rPr>
                <w:rFonts w:ascii="Corbel" w:hAnsi="Corbel"/>
                <w:b w:val="0"/>
                <w:sz w:val="24"/>
                <w:szCs w:val="24"/>
              </w:rPr>
              <w:t>mocarstw na współczesną równowagę sił w politycznym układzie globalnym</w:t>
            </w:r>
          </w:p>
        </w:tc>
      </w:tr>
      <w:tr w:rsidR="0085747A" w:rsidRPr="009C54AE" w14:paraId="619020B9" w14:textId="77777777" w:rsidTr="7AED129F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6A9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3BB843C" w14:textId="77777777" w:rsidR="0085747A" w:rsidRPr="009C54AE" w:rsidRDefault="00E86A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możliwych zmian we współczesnym układzie globalnym na podstawie poznanych przykładów rywalizacji mocarstw w XIX i XX w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98A12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7AED129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6369D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6369D767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108236BB" w14:textId="77777777" w:rsidTr="7AED129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6665B64" w14:textId="77777777" w:rsidR="0085747A" w:rsidRPr="009C54AE" w:rsidRDefault="00CF25FC" w:rsidP="6369D7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Student</w:t>
            </w:r>
            <w:r w:rsidR="7AB3FCA5" w:rsidRPr="6369D767">
              <w:rPr>
                <w:rFonts w:ascii="Corbel" w:hAnsi="Corbel"/>
                <w:b w:val="0"/>
                <w:smallCaps w:val="0"/>
              </w:rPr>
              <w:t xml:space="preserve"> zna i rozumie w zaawansowanym stopniu struktury i funkcjonowanie instytucji politycznych na poziomie krajowym i oraz instytucji międzynarodowych</w:t>
            </w:r>
          </w:p>
        </w:tc>
        <w:tc>
          <w:tcPr>
            <w:tcW w:w="1873" w:type="dxa"/>
          </w:tcPr>
          <w:p w14:paraId="21CC5951" w14:textId="2E8E0B30" w:rsidR="0085747A" w:rsidRPr="009C54AE" w:rsidRDefault="668E5C70" w:rsidP="6369D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K_</w:t>
            </w:r>
            <w:r w:rsidR="7AB3FCA5" w:rsidRPr="6369D767">
              <w:rPr>
                <w:rFonts w:ascii="Corbel" w:hAnsi="Corbel"/>
                <w:b w:val="0"/>
                <w:smallCaps w:val="0"/>
              </w:rPr>
              <w:t>WO2</w:t>
            </w:r>
          </w:p>
        </w:tc>
      </w:tr>
      <w:tr w:rsidR="0085747A" w:rsidRPr="009C54AE" w14:paraId="36D411CB" w14:textId="77777777" w:rsidTr="7AED129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42C4BF" w14:textId="77777777" w:rsidR="0085747A" w:rsidRPr="009C54AE" w:rsidRDefault="00CF25FC" w:rsidP="6369D7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Student</w:t>
            </w:r>
            <w:r w:rsidR="7AB3FCA5" w:rsidRPr="6369D767">
              <w:rPr>
                <w:rFonts w:ascii="Corbel" w:hAnsi="Corbel"/>
                <w:b w:val="0"/>
                <w:smallCaps w:val="0"/>
              </w:rPr>
              <w:t xml:space="preserve"> potrafi dokonać interpretacji zjawisk kulturowych, politycznych</w:t>
            </w:r>
            <w:r w:rsidR="5043B6FD" w:rsidRPr="6369D767">
              <w:rPr>
                <w:rFonts w:ascii="Corbel" w:hAnsi="Corbel"/>
                <w:b w:val="0"/>
                <w:smallCaps w:val="0"/>
              </w:rPr>
              <w:t>, gospodarczych, prawnych zachodzących w relacjach międzynarodowych a także dokonać  wielowymiarowej analizy zagrożeń militarnych, gospodarczych i politycznych</w:t>
            </w:r>
          </w:p>
        </w:tc>
        <w:tc>
          <w:tcPr>
            <w:tcW w:w="1873" w:type="dxa"/>
          </w:tcPr>
          <w:p w14:paraId="52255F36" w14:textId="4F7D266D" w:rsidR="0085747A" w:rsidRPr="009C54AE" w:rsidRDefault="48467EFE" w:rsidP="7AED1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AED129F">
              <w:rPr>
                <w:rFonts w:ascii="Corbel" w:hAnsi="Corbel"/>
                <w:b w:val="0"/>
                <w:smallCaps w:val="0"/>
              </w:rPr>
              <w:t>K_</w:t>
            </w:r>
            <w:r w:rsidR="43130B48" w:rsidRPr="7AED129F">
              <w:rPr>
                <w:rFonts w:ascii="Corbel" w:hAnsi="Corbel"/>
                <w:b w:val="0"/>
                <w:smallCaps w:val="0"/>
              </w:rPr>
              <w:t>UO</w:t>
            </w:r>
            <w:r w:rsidR="00D837B2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  <w:tr w:rsidR="0085747A" w:rsidRPr="009C54AE" w14:paraId="29C57141" w14:textId="77777777" w:rsidTr="7AED129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25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BEC306B" w14:textId="77777777" w:rsidR="0085747A" w:rsidRPr="009C54AE" w:rsidRDefault="00CF25FC" w:rsidP="6369D76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Student</w:t>
            </w:r>
            <w:r w:rsidR="5043B6FD" w:rsidRPr="6369D767">
              <w:rPr>
                <w:rFonts w:ascii="Corbel" w:hAnsi="Corbel"/>
                <w:b w:val="0"/>
                <w:smallCaps w:val="0"/>
              </w:rPr>
              <w:t xml:space="preserve"> potrafi 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484FFE92" w14:textId="0063C1EC" w:rsidR="0085747A" w:rsidRPr="009C54AE" w:rsidRDefault="516E490F" w:rsidP="6369D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K_</w:t>
            </w:r>
            <w:r w:rsidR="5043B6FD" w:rsidRPr="6369D767">
              <w:rPr>
                <w:rFonts w:ascii="Corbel" w:hAnsi="Corbel"/>
                <w:b w:val="0"/>
                <w:smallCaps w:val="0"/>
              </w:rPr>
              <w:t>UO3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369D76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6369D767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6369D767">
        <w:tc>
          <w:tcPr>
            <w:tcW w:w="9639" w:type="dxa"/>
          </w:tcPr>
          <w:p w14:paraId="6B699379" w14:textId="76F80437" w:rsidR="0085747A" w:rsidRPr="009C54AE" w:rsidRDefault="5142AA3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369D767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369D76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369D767">
        <w:rPr>
          <w:rFonts w:ascii="Corbel" w:hAnsi="Corbel"/>
          <w:sz w:val="24"/>
          <w:szCs w:val="24"/>
        </w:rPr>
        <w:t xml:space="preserve">, </w:t>
      </w:r>
      <w:r w:rsidRPr="6369D76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7AED129F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F5CC78" w14:textId="77777777" w:rsidTr="7AED129F">
        <w:tc>
          <w:tcPr>
            <w:tcW w:w="9639" w:type="dxa"/>
          </w:tcPr>
          <w:p w14:paraId="08D60AAE" w14:textId="3D42463F" w:rsidR="0085747A" w:rsidRPr="009C54AE" w:rsidRDefault="00986E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AED129F">
              <w:rPr>
                <w:rFonts w:ascii="Corbel" w:hAnsi="Corbel"/>
                <w:sz w:val="24"/>
                <w:szCs w:val="24"/>
              </w:rPr>
              <w:t>Zjednoczenie Niemiec 1864-1871 i kryzys 1878-1879 problem zmian geostrategicznych i</w:t>
            </w:r>
            <w:r w:rsidR="34285E7E" w:rsidRPr="7AED1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7AED129F">
              <w:rPr>
                <w:rFonts w:ascii="Corbel" w:hAnsi="Corbel"/>
                <w:sz w:val="24"/>
                <w:szCs w:val="24"/>
              </w:rPr>
              <w:t>zachowania równowagi sił</w:t>
            </w:r>
          </w:p>
        </w:tc>
      </w:tr>
      <w:tr w:rsidR="0085747A" w:rsidRPr="009C54AE" w14:paraId="5E608D9B" w14:textId="77777777" w:rsidTr="7AED129F">
        <w:tc>
          <w:tcPr>
            <w:tcW w:w="9639" w:type="dxa"/>
          </w:tcPr>
          <w:p w14:paraId="571A6338" w14:textId="1D682C1D" w:rsidR="0085747A" w:rsidRPr="009C54AE" w:rsidRDefault="005C1C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69D767">
              <w:rPr>
                <w:rFonts w:ascii="Corbel" w:hAnsi="Corbel"/>
                <w:sz w:val="24"/>
                <w:szCs w:val="24"/>
              </w:rPr>
              <w:lastRenderedPageBreak/>
              <w:t>Problem Niemiec i Japonii (lata 1905-1945)</w:t>
            </w:r>
            <w:r w:rsidR="142AB3A4" w:rsidRPr="6369D767">
              <w:rPr>
                <w:rFonts w:ascii="Corbel" w:hAnsi="Corbel"/>
                <w:sz w:val="24"/>
                <w:szCs w:val="24"/>
              </w:rPr>
              <w:t xml:space="preserve"> </w:t>
            </w:r>
            <w:r w:rsidRPr="6369D767">
              <w:rPr>
                <w:rFonts w:ascii="Corbel" w:hAnsi="Corbel"/>
                <w:sz w:val="24"/>
                <w:szCs w:val="24"/>
              </w:rPr>
              <w:t>- kwestia ambicji mocarstwowych nowych uczestników gry globalnej i realnych możliwości zmiany</w:t>
            </w:r>
          </w:p>
        </w:tc>
      </w:tr>
      <w:tr w:rsidR="0085747A" w:rsidRPr="009C54AE" w14:paraId="5C3A8A5D" w14:textId="77777777" w:rsidTr="7AED129F">
        <w:tc>
          <w:tcPr>
            <w:tcW w:w="9639" w:type="dxa"/>
          </w:tcPr>
          <w:p w14:paraId="718D17F6" w14:textId="77777777" w:rsidR="005C1CB0" w:rsidRPr="009C54AE" w:rsidRDefault="005C1C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Dwubiegunowy układ międzynarodowy i jego erozja 1945-1991</w:t>
            </w:r>
          </w:p>
        </w:tc>
      </w:tr>
      <w:tr w:rsidR="00CF25FC" w:rsidRPr="009C54AE" w14:paraId="115086EA" w14:textId="77777777" w:rsidTr="7AED129F">
        <w:tc>
          <w:tcPr>
            <w:tcW w:w="9639" w:type="dxa"/>
          </w:tcPr>
          <w:p w14:paraId="54DC482F" w14:textId="72C1E6BE" w:rsidR="00CF25FC" w:rsidRDefault="00CF25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AED129F">
              <w:rPr>
                <w:rFonts w:ascii="Corbel" w:hAnsi="Corbel"/>
                <w:sz w:val="24"/>
                <w:szCs w:val="24"/>
              </w:rPr>
              <w:t>Zmiany w światowym układzie sił po roku 2000</w:t>
            </w:r>
          </w:p>
        </w:tc>
      </w:tr>
    </w:tbl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043CB0F" w14:textId="236A9668" w:rsidR="0085747A" w:rsidRPr="009C54AE" w:rsidRDefault="0085747A" w:rsidP="6369D767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07E4FE4D" w14:textId="77777777" w:rsidR="00E960BB" w:rsidRPr="00597BB0" w:rsidRDefault="005C1CB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6369D767">
        <w:rPr>
          <w:rFonts w:ascii="Corbel" w:hAnsi="Corbel"/>
          <w:b w:val="0"/>
          <w:smallCaps w:val="0"/>
        </w:rPr>
        <w:t>Analiza tekstów z dyskusją</w:t>
      </w:r>
    </w:p>
    <w:p w14:paraId="6537F2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FB9E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369D76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5ABD77D4" w:rsidR="0085747A" w:rsidRPr="009C54AE" w:rsidRDefault="00A84C85" w:rsidP="6369D7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369D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A066F3E" w:rsidRPr="6369D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9942C1A" w14:textId="77777777" w:rsidTr="6369D767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A4F8180" w14:textId="77777777" w:rsidR="0085747A" w:rsidRPr="00CF25FC" w:rsidRDefault="005C1C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25FC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636E6465" w14:textId="1DB30A09" w:rsidR="0085747A" w:rsidRPr="009C54AE" w:rsidRDefault="29113D68" w:rsidP="6369D76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69D767">
              <w:rPr>
                <w:rFonts w:ascii="Corbel" w:hAnsi="Corbel"/>
                <w:b w:val="0"/>
              </w:rPr>
              <w:t>Konw</w:t>
            </w:r>
            <w:proofErr w:type="spellEnd"/>
            <w:r w:rsidRPr="6369D767">
              <w:rPr>
                <w:rFonts w:ascii="Corbel" w:hAnsi="Corbel"/>
                <w:b w:val="0"/>
              </w:rPr>
              <w:t>.</w:t>
            </w:r>
          </w:p>
        </w:tc>
      </w:tr>
      <w:tr w:rsidR="0085747A" w:rsidRPr="009C54AE" w14:paraId="157A6BEF" w14:textId="77777777" w:rsidTr="6369D767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0321081" w14:textId="77777777" w:rsidR="0085747A" w:rsidRPr="009C54AE" w:rsidRDefault="005C1CB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68181B4" w14:textId="13726F32" w:rsidR="0085747A" w:rsidRPr="009C54AE" w:rsidRDefault="2C11B117" w:rsidP="6369D76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69D767">
              <w:rPr>
                <w:rFonts w:ascii="Corbel" w:hAnsi="Corbel"/>
                <w:b w:val="0"/>
              </w:rPr>
              <w:t>Konw</w:t>
            </w:r>
            <w:proofErr w:type="spellEnd"/>
            <w:r w:rsidRPr="6369D767">
              <w:rPr>
                <w:rFonts w:ascii="Corbel" w:hAnsi="Corbel"/>
                <w:b w:val="0"/>
              </w:rPr>
              <w:t>.</w:t>
            </w:r>
          </w:p>
        </w:tc>
      </w:tr>
      <w:tr w:rsidR="00CF25FC" w:rsidRPr="009C54AE" w14:paraId="6DF04267" w14:textId="77777777" w:rsidTr="6369D767">
        <w:tc>
          <w:tcPr>
            <w:tcW w:w="1985" w:type="dxa"/>
          </w:tcPr>
          <w:p w14:paraId="002D746F" w14:textId="77777777" w:rsidR="00CF25FC" w:rsidRPr="009C54AE" w:rsidRDefault="00CF25FC" w:rsidP="00CF2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D3200D" w14:textId="77777777" w:rsidR="00CF25FC" w:rsidRPr="009C54AE" w:rsidRDefault="00CF25FC" w:rsidP="00CF2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B9B308" w14:textId="22BA3CE9" w:rsidR="00CF25FC" w:rsidRDefault="174BB2C5" w:rsidP="6369D76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6369D767">
              <w:rPr>
                <w:rFonts w:ascii="Corbel" w:hAnsi="Corbel"/>
                <w:b w:val="0"/>
              </w:rPr>
              <w:t>Konw</w:t>
            </w:r>
            <w:proofErr w:type="spellEnd"/>
            <w:r w:rsidRPr="6369D767">
              <w:rPr>
                <w:rFonts w:ascii="Corbel" w:hAnsi="Corbel"/>
                <w:b w:val="0"/>
              </w:rPr>
              <w:t>.</w:t>
            </w:r>
          </w:p>
        </w:tc>
      </w:tr>
    </w:tbl>
    <w:p w14:paraId="44E871B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4A5D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AE5840" w14:textId="77777777" w:rsidTr="6369D767">
        <w:tc>
          <w:tcPr>
            <w:tcW w:w="9670" w:type="dxa"/>
          </w:tcPr>
          <w:p w14:paraId="637805D2" w14:textId="704000AB" w:rsidR="0085747A" w:rsidRPr="009C54AE" w:rsidRDefault="005C1CB0" w:rsidP="6369D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Aktywne uczestnictwo w zajęciach, sporządzenie przez studenta projektu na uzgodniony temat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369D767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4FF631E" w14:textId="77777777" w:rsidTr="6369D767">
        <w:tc>
          <w:tcPr>
            <w:tcW w:w="4962" w:type="dxa"/>
          </w:tcPr>
          <w:p w14:paraId="5D831C10" w14:textId="23ACCF05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69D767">
              <w:rPr>
                <w:rFonts w:ascii="Corbel" w:hAnsi="Corbel"/>
                <w:sz w:val="24"/>
                <w:szCs w:val="24"/>
              </w:rPr>
              <w:t>G</w:t>
            </w:r>
            <w:r w:rsidR="0085747A" w:rsidRPr="6369D76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369D76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369D767">
              <w:rPr>
                <w:rFonts w:ascii="Corbel" w:hAnsi="Corbel"/>
                <w:sz w:val="24"/>
                <w:szCs w:val="24"/>
              </w:rPr>
              <w:t xml:space="preserve"> w</w:t>
            </w:r>
            <w:r w:rsidRPr="6369D767">
              <w:rPr>
                <w:rFonts w:ascii="Corbel" w:hAnsi="Corbel"/>
                <w:sz w:val="24"/>
                <w:szCs w:val="24"/>
              </w:rPr>
              <w:t>ynikające</w:t>
            </w:r>
            <w:r w:rsidR="463375DB" w:rsidRPr="6369D767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369D767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369D767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738D53F7" w:rsidRPr="6369D767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6294A915">
              <w:t xml:space="preserve"> </w:t>
            </w:r>
            <w:r w:rsidRPr="6369D76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6679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470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1A3F3E2" w14:textId="77777777" w:rsidTr="6369D767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6A9027" w14:textId="77777777" w:rsidR="00C61DC5" w:rsidRPr="009C54AE" w:rsidRDefault="00CF25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470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548879C" w14:textId="77777777" w:rsidTr="6369D767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5C510C" w14:textId="77777777" w:rsidR="00C61DC5" w:rsidRPr="009C54AE" w:rsidRDefault="006679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F25F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6369D767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470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D69615" w14:textId="77777777" w:rsidTr="6369D767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3511AA01" w:rsidR="0085747A" w:rsidRPr="009C54AE" w:rsidRDefault="777994E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69D767"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0FF5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E558AD" w14:textId="4AA16C25" w:rsidR="6369D767" w:rsidRDefault="6369D767" w:rsidP="6369D767">
      <w:pPr>
        <w:pStyle w:val="Punktygwne"/>
        <w:spacing w:before="0" w:after="0"/>
        <w:rPr>
          <w:rFonts w:ascii="Corbel" w:hAnsi="Corbel"/>
          <w:smallCaps w:val="0"/>
        </w:rPr>
      </w:pPr>
    </w:p>
    <w:p w14:paraId="3D2A92C9" w14:textId="3DF95EBB" w:rsidR="6369D767" w:rsidRDefault="6369D767" w:rsidP="6369D767">
      <w:pPr>
        <w:pStyle w:val="Punktygwne"/>
        <w:spacing w:before="0" w:after="0"/>
        <w:rPr>
          <w:rFonts w:ascii="Corbel" w:hAnsi="Corbel"/>
          <w:smallCaps w:val="0"/>
        </w:rPr>
      </w:pPr>
    </w:p>
    <w:p w14:paraId="5331924B" w14:textId="5BA13B8C" w:rsidR="6369D767" w:rsidRDefault="6369D767" w:rsidP="6369D767">
      <w:pPr>
        <w:pStyle w:val="Punktygwne"/>
        <w:spacing w:before="0" w:after="0"/>
        <w:rPr>
          <w:rFonts w:ascii="Corbel" w:hAnsi="Corbel"/>
          <w:smallCaps w:val="0"/>
        </w:rPr>
      </w:pPr>
    </w:p>
    <w:p w14:paraId="0C6EB4EE" w14:textId="63D4A269" w:rsidR="6369D767" w:rsidRDefault="6369D767" w:rsidP="6369D767">
      <w:pPr>
        <w:pStyle w:val="Punktygwne"/>
        <w:spacing w:before="0" w:after="0"/>
        <w:rPr>
          <w:rFonts w:ascii="Corbel" w:hAnsi="Corbel"/>
          <w:smallCaps w:val="0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6369D767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1829076" w14:textId="522453D5" w:rsidR="0085747A" w:rsidRPr="009C54AE" w:rsidRDefault="7037BE0C" w:rsidP="6369D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369D767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6369D767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A226A1" w14:textId="28A3245A" w:rsidR="0085747A" w:rsidRPr="009C54AE" w:rsidRDefault="4113D6EB" w:rsidP="6369D7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69D767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7AD93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E4B5B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CBA16BC" w14:textId="77777777" w:rsidTr="6369D767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6369D76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69D767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4953E4A3" w14:textId="53E54665" w:rsidR="6369D767" w:rsidRDefault="6369D767" w:rsidP="6369D76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0A5F537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Kissinger.H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 Dyplomacja, Warszawa 1996</w:t>
            </w:r>
          </w:p>
          <w:p w14:paraId="26261254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Czubiński.A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powszechna XX wieku, Poznań 2006</w:t>
            </w:r>
          </w:p>
          <w:p w14:paraId="3262500E" w14:textId="77777777" w:rsidR="00A470D2" w:rsidRPr="009C54AE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Kukułka.J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współczesnych stosunków międzynarodowych (1945-2000), Warszawa 2002</w:t>
            </w:r>
          </w:p>
        </w:tc>
      </w:tr>
      <w:tr w:rsidR="0085747A" w:rsidRPr="009C54AE" w14:paraId="0C2AFCBE" w14:textId="77777777" w:rsidTr="6369D767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6369D76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69D767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6EB7E11" w14:textId="6678BDD5" w:rsidR="6369D767" w:rsidRDefault="6369D767" w:rsidP="6369D76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D259C5E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Pajewski.J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powszechna, Warszawa 1994</w:t>
            </w:r>
          </w:p>
          <w:p w14:paraId="01EE5D25" w14:textId="77777777" w:rsidR="00A470D2" w:rsidRDefault="00A470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Krasuski.J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Historia Niemiec, Wrocław</w:t>
            </w:r>
            <w:r w:rsidR="00B11E8B">
              <w:rPr>
                <w:rFonts w:ascii="Corbel" w:hAnsi="Corbel"/>
                <w:b w:val="0"/>
                <w:smallCaps w:val="0"/>
                <w:szCs w:val="24"/>
              </w:rPr>
              <w:t xml:space="preserve"> 2004</w:t>
            </w:r>
          </w:p>
          <w:p w14:paraId="4BCD6DA0" w14:textId="77777777" w:rsidR="00B11E8B" w:rsidRPr="009C54AE" w:rsidRDefault="00B11E8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Corm.G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Biski Wschód w ogniu: oblicza konfliktu 1956-2003, Warszawa 2003</w:t>
            </w:r>
          </w:p>
        </w:tc>
      </w:tr>
    </w:tbl>
    <w:p w14:paraId="2DBF0D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85C41" w14:textId="77777777" w:rsidR="00CF1ED2" w:rsidRDefault="00CF1ED2" w:rsidP="00C16ABF">
      <w:pPr>
        <w:spacing w:after="0" w:line="240" w:lineRule="auto"/>
      </w:pPr>
      <w:r>
        <w:separator/>
      </w:r>
    </w:p>
  </w:endnote>
  <w:endnote w:type="continuationSeparator" w:id="0">
    <w:p w14:paraId="2C4588E4" w14:textId="77777777" w:rsidR="00CF1ED2" w:rsidRDefault="00CF1E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49B3E" w14:textId="77777777" w:rsidR="00CF1ED2" w:rsidRDefault="00CF1ED2" w:rsidP="00C16ABF">
      <w:pPr>
        <w:spacing w:after="0" w:line="240" w:lineRule="auto"/>
      </w:pPr>
      <w:r>
        <w:separator/>
      </w:r>
    </w:p>
  </w:footnote>
  <w:footnote w:type="continuationSeparator" w:id="0">
    <w:p w14:paraId="512E4C48" w14:textId="77777777" w:rsidR="00CF1ED2" w:rsidRDefault="00CF1ED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209156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54EE"/>
    <w:rsid w:val="0022477D"/>
    <w:rsid w:val="002278A9"/>
    <w:rsid w:val="002336F9"/>
    <w:rsid w:val="0024028F"/>
    <w:rsid w:val="002447C9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9BC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7D18"/>
    <w:rsid w:val="00414E3C"/>
    <w:rsid w:val="0042244A"/>
    <w:rsid w:val="0042745A"/>
    <w:rsid w:val="00431D5C"/>
    <w:rsid w:val="004362C6"/>
    <w:rsid w:val="00437FA2"/>
    <w:rsid w:val="00445970"/>
    <w:rsid w:val="004514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BB0"/>
    <w:rsid w:val="005A0855"/>
    <w:rsid w:val="005A3196"/>
    <w:rsid w:val="005C080F"/>
    <w:rsid w:val="005C1CB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98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A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5A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6E81"/>
    <w:rsid w:val="00993BBE"/>
    <w:rsid w:val="00997F14"/>
    <w:rsid w:val="009A78D9"/>
    <w:rsid w:val="009C1331"/>
    <w:rsid w:val="009C3E31"/>
    <w:rsid w:val="009C54AE"/>
    <w:rsid w:val="009C788E"/>
    <w:rsid w:val="009E3B41"/>
    <w:rsid w:val="009F29F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0D2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E8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0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1E1"/>
    <w:rsid w:val="00CA2B96"/>
    <w:rsid w:val="00CA5089"/>
    <w:rsid w:val="00CD6897"/>
    <w:rsid w:val="00CE5BAC"/>
    <w:rsid w:val="00CF1ED2"/>
    <w:rsid w:val="00CF25BE"/>
    <w:rsid w:val="00CF25F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7B2"/>
    <w:rsid w:val="00D8678B"/>
    <w:rsid w:val="00DA2114"/>
    <w:rsid w:val="00DA385A"/>
    <w:rsid w:val="00DE09C0"/>
    <w:rsid w:val="00DE4A14"/>
    <w:rsid w:val="00DF320D"/>
    <w:rsid w:val="00DF71C8"/>
    <w:rsid w:val="00E014A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A9A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3FA4"/>
    <w:rsid w:val="00F070AB"/>
    <w:rsid w:val="00F17567"/>
    <w:rsid w:val="00F27A7B"/>
    <w:rsid w:val="00F526AF"/>
    <w:rsid w:val="00F617C3"/>
    <w:rsid w:val="00F7066B"/>
    <w:rsid w:val="00F83B28"/>
    <w:rsid w:val="00F90035"/>
    <w:rsid w:val="00F95FA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426BE"/>
    <w:rsid w:val="0BF302CB"/>
    <w:rsid w:val="142AB3A4"/>
    <w:rsid w:val="1534E012"/>
    <w:rsid w:val="16E9D8D0"/>
    <w:rsid w:val="174BB2C5"/>
    <w:rsid w:val="189ECBF0"/>
    <w:rsid w:val="18AB5470"/>
    <w:rsid w:val="280CE24C"/>
    <w:rsid w:val="29113D68"/>
    <w:rsid w:val="29766791"/>
    <w:rsid w:val="2C11B117"/>
    <w:rsid w:val="2E49D8B4"/>
    <w:rsid w:val="2FC61CCE"/>
    <w:rsid w:val="31685119"/>
    <w:rsid w:val="3304217A"/>
    <w:rsid w:val="34285E7E"/>
    <w:rsid w:val="363BC23C"/>
    <w:rsid w:val="37D7929D"/>
    <w:rsid w:val="4113D6EB"/>
    <w:rsid w:val="43130B48"/>
    <w:rsid w:val="463375DB"/>
    <w:rsid w:val="48467EFE"/>
    <w:rsid w:val="4CAFECB3"/>
    <w:rsid w:val="5043B6FD"/>
    <w:rsid w:val="5142AA35"/>
    <w:rsid w:val="516E490F"/>
    <w:rsid w:val="5A066F3E"/>
    <w:rsid w:val="5C538621"/>
    <w:rsid w:val="604EDF79"/>
    <w:rsid w:val="6294A915"/>
    <w:rsid w:val="6369D767"/>
    <w:rsid w:val="668E5C70"/>
    <w:rsid w:val="6B3ED35A"/>
    <w:rsid w:val="6B8C196B"/>
    <w:rsid w:val="6BC7F3E4"/>
    <w:rsid w:val="7037BE0C"/>
    <w:rsid w:val="738D53F7"/>
    <w:rsid w:val="777994E6"/>
    <w:rsid w:val="77FDC708"/>
    <w:rsid w:val="7AB3FCA5"/>
    <w:rsid w:val="7AED1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D7E7E"/>
  <w15:docId w15:val="{13B0D934-A7B9-42C0-8FF5-DBF84DE9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9BAF3-5AF6-4D53-BC60-B1D98D182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724</Words>
  <Characters>4344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9</cp:revision>
  <cp:lastPrinted>2019-02-06T12:12:00Z</cp:lastPrinted>
  <dcterms:created xsi:type="dcterms:W3CDTF">2021-12-08T15:02:00Z</dcterms:created>
  <dcterms:modified xsi:type="dcterms:W3CDTF">2025-11-15T00:19:00Z</dcterms:modified>
</cp:coreProperties>
</file>